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A667D9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A667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54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A667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A667D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67D9" w:rsidRP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  Африка--</w:t>
            </w:r>
            <w:r w:rsidR="00A667D9" w:rsidRPr="00A667D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Гвинејска  Африка</w:t>
            </w:r>
            <w:r w:rsidR="00A667D9" w:rsidRP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/Централна Африка--„Срце  Африке“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</w:t>
            </w:r>
            <w:r w:rsid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ученике  са  основним 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</w:t>
            </w:r>
            <w:r w:rsid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графским одликама  Запдне  и  Централне  Африке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667D9" w:rsidRDefault="00A45210" w:rsidP="00A667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географским  одликама   </w:t>
            </w:r>
            <w:r w:rsid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Западне  и  Централне  Африке.</w:t>
            </w:r>
          </w:p>
          <w:p w:rsidR="00A45210" w:rsidRPr="00545C96" w:rsidRDefault="00A45210" w:rsidP="00A667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A667D9" w:rsidRPr="00A667D9" w:rsidRDefault="00A667D9" w:rsidP="00A667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специфичности  географских  одлика  Западне  и  Централне  Африке</w:t>
            </w:r>
          </w:p>
          <w:p w:rsidR="00D0461E" w:rsidRPr="005F7634" w:rsidRDefault="00A667D9" w:rsidP="00A667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6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географске њихове  одлике,  уочи  сличности  и  разлике  међу  овим регијама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A667D9" w:rsidRPr="00A667D9" w:rsidRDefault="00A667D9" w:rsidP="00A667D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67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ГЕ1.1.3. Препознаје и чита географске и допунске елементе карте –  чита називе  залива, острва, рељефних целина, река, држава и већих градова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Западне  и  Централне  Африке</w:t>
            </w:r>
            <w:r w:rsidRPr="00A667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A667D9" w:rsidRPr="00A667D9" w:rsidRDefault="00A667D9" w:rsidP="00A667D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67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ГЕ1.4.2. Препознаје основне природне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друштвене одлике Западне и  Централне  Африке</w:t>
            </w:r>
          </w:p>
          <w:p w:rsidR="00670648" w:rsidRPr="00466279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A667D9" w:rsidRPr="00A667D9" w:rsidRDefault="00A667D9" w:rsidP="00A667D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67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–  залива, острва, рељефних целина, река, држав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и већих градова Западне и  Централне  А</w:t>
            </w:r>
            <w:r w:rsidR="00073B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фрике</w:t>
            </w:r>
            <w:r w:rsidRPr="00A667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667D9" w:rsidRPr="00A667D9" w:rsidRDefault="00A667D9" w:rsidP="00A667D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67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A667D9" w:rsidRPr="00A667D9" w:rsidRDefault="00A667D9" w:rsidP="00A667D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67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ГЕ2.4.2. Описује природне и друштвене одлике Западне</w:t>
            </w:r>
            <w:r w:rsidR="00073B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 Централне </w:t>
            </w:r>
            <w:r w:rsidRPr="00A667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Африке.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73B0A" w:rsidRPr="00073B0A" w:rsidRDefault="00073B0A" w:rsidP="00073B0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ГЕ3.1.1. Анализира географску карту и доноси закључке о просторним и каузалним везама Западне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 Централне </w:t>
            </w: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Африке. Уочава значај Атлант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ског океана и Гвинејског залива  за  Западну  Африку.Уочава  </w:t>
            </w: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положај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Централне  Африке на е</w:t>
            </w: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кватору, рељефну структуру и густу речну мрежу.</w:t>
            </w:r>
          </w:p>
          <w:p w:rsidR="00664F16" w:rsidRPr="00073B0A" w:rsidRDefault="00073B0A" w:rsidP="005F7634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ГЕ3.4.3. Објашњава географске везе и законитости Западне Африке – положај на обали Атлантика, климатске и биогеографске разлике севера и југа регије, мозаик народа и вера, тропска пољопривреда, рудно богатство. Уочава и објашњава проблем глади који се јавља у овој регији.</w:t>
            </w:r>
            <w:r>
              <w:t xml:space="preserve"> </w:t>
            </w:r>
            <w:r w:rsidRPr="00073B0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Објашњава географске везе и законитости Централне Африке – положај у „срцу” Африке, жарка тропска кишна клима, богатсво река и тропских кишних шума, ретка насељеност и велико рудно богатство. Уочава и објашњава несклад између природних богатстава и степена развоја привреде.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073B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073B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CA4C0F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љ</w:t>
            </w:r>
            <w:r w:rsidRPr="00CA4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 са  ученицима поделу Африке на регије и  поделу Африке на ниску и високу Африку, сахарску и подсахарску Африку и разлике између њих.Подсећамо  ученике  на                                                                                                                     смену типова климе и природних зона од екватора на север и југ;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687921" w:rsidRPr="00545C96" w:rsidRDefault="00CA4C0F" w:rsidP="00073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појам  По</w:t>
            </w:r>
            <w:r w:rsidR="00C97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сахарске  Африке и  ис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ичемо  да  она  обухвата  четири  регије.На  данашњем  часу  говоримо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Западној и  Централној  Африци.</w:t>
            </w:r>
            <w:r w:rsidR="00C97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Објашњавамо и  на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7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  показујемо географски  положај  и  простирање  Западне  Африке.Истичемо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низијско </w:t>
            </w:r>
            <w:r w:rsidR="00C97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Гвинејско  прирморје.Наводимо одлике  климе, истичемо речну мрежу,  нарочито  реку  Нигер.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Наглашавамо смену  природних  зона од  тропских  кишних  шума</w:t>
            </w:r>
            <w:r w:rsidR="00370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 пустиња.Истичемо  да  је  Западна  Африка мозаик народа и  вера.Говоримо </w:t>
            </w:r>
            <w:r w:rsidR="00370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трговини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робљем  и  колонијалној  прошлости  регије.Скрећемо </w:t>
            </w:r>
            <w:r w:rsidR="00370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пажњу  на  висок  природни  при</w:t>
            </w:r>
            <w:r w:rsidR="006879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раштај,  кратак животни  век,  низак  ниво  урбанизације..Тражимо да  ученици  анализирају  табелу  на  страни  137.  уџбеника  и  пронађу  наведене  државе на  карти.Истичемо  монолкултурну пољопривреду—какао,кафа,каучук, кикирики.Наводимо  и  велико рудно  богатство.Објашњавамо географски положај и  облике рељефа  Централне  Африке.Истичемо басен  реке Конго</w:t>
            </w:r>
            <w:r w:rsidR="00370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.Кажемо да је регија највлажнији  део Африке.Тражимо  да  ученици  анализирају  клима-дијаграм  на  стр. 141.  у  уџбенику.Истичемо  реку  Конго  и обајшњавамо  њено  богатство  водом.Питамо  ученике зашто су  у  регији  заступљене тропске  кишне  шуме.Објашњавамо одлике  становништва и  истичемо малу  насељеност.Наводимо  Банту  црнце  и  Пигмеје.Као  најважнију  одлику  привреде спомињмо  руддно  баогатство—«Бакарни  појас»  Шабе.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9D1900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 ученицима да  код куће дају  одго</w:t>
            </w:r>
            <w:r w:rsidR="00FF30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воре  на  питања  из  одЕљка  «О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дговорима до сажетка».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9D1900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  <w:r w:rsidR="009D19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ЗАПАДНА  И  ЦЕНТРАЛНА  АФРИКА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9D1900" w:rsidRDefault="009D1900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</w:t>
            </w:r>
            <w:r w:rsidRPr="009D190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ГВИНЕЈСКА  РЕГИЈА/»СРЦЕ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А</w:t>
            </w:r>
            <w:r w:rsidRPr="009D190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ФРИКЕ</w:t>
            </w:r>
            <w:r w:rsidR="00B80B22" w:rsidRPr="009D190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</w:t>
            </w:r>
            <w:r w:rsidR="00B80B22"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</w:t>
            </w:r>
          </w:p>
          <w:p w:rsidR="001C6C13" w:rsidRPr="009D1900" w:rsidRDefault="00B80B22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Гвинејска регија – Гвинејски залив;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ниска Африка – Суданска висораван, басен Нигера и језера Чад;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острва – Зеленортска, Сао Томе и Принципе,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клима – од влажне тропске до полупустињске и пустињске;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реке : Нигер, Волта (са вештачким језером), Шари (притока језера Чад);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природне зон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е: тропске шуме, саване, степе,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полупустиње и пустиње;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становништво: Суд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ански црнци,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ислам, хришћанство,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кратак животни век;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градови: Лагос, Абиџан, Дакар, Акра;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привреда: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пољопривреда – плантаже монокултуре (какао, кафа, каучук, уљане палме, кикирики, памук)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рударство (дијаманти, злато, боксит, гвожђе, уран, нафта),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Конгоан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ска  регија – басен реке Конго;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екваторијална регија;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клима – влажна тропска – најкишовитији део Африке – зениталне кише;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реке: Конго – водом најбогатија река Африке, водопади (Стенлијеви и Ливингстонови);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тропске кишне шуме – скупоцене врсте дрвећа, лијане;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становништво: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Банту црнци, Пигмеји,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– висока смртност одојчади,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кратак животни век,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висок природни прираштај,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градови: Киншаса, Бразавил;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привреда: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пољопривреда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за домаће потребе (маниока,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просо),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рударство (Шаб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 – бакар, кобалт, дијаманти), </w:t>
            </w: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нафта,</w:t>
            </w:r>
          </w:p>
          <w:p w:rsidR="009D1900" w:rsidRPr="009D1900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скупоцено дрво,</w:t>
            </w:r>
          </w:p>
          <w:p w:rsidR="00606767" w:rsidRPr="00E3469D" w:rsidRDefault="009D1900" w:rsidP="009D190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D19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 водне снаге.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9D1900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73B0A"/>
    <w:rsid w:val="000D1454"/>
    <w:rsid w:val="00177289"/>
    <w:rsid w:val="001C6C13"/>
    <w:rsid w:val="002365E8"/>
    <w:rsid w:val="003321C2"/>
    <w:rsid w:val="00370208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87921"/>
    <w:rsid w:val="006F2937"/>
    <w:rsid w:val="007E6623"/>
    <w:rsid w:val="00854D2A"/>
    <w:rsid w:val="008F0F0B"/>
    <w:rsid w:val="00942ED0"/>
    <w:rsid w:val="0096516D"/>
    <w:rsid w:val="009D1900"/>
    <w:rsid w:val="00A17F87"/>
    <w:rsid w:val="00A45210"/>
    <w:rsid w:val="00A47E59"/>
    <w:rsid w:val="00A667D9"/>
    <w:rsid w:val="00AB78A4"/>
    <w:rsid w:val="00B37DAE"/>
    <w:rsid w:val="00B80B22"/>
    <w:rsid w:val="00BA107D"/>
    <w:rsid w:val="00BF20E4"/>
    <w:rsid w:val="00C379D6"/>
    <w:rsid w:val="00C70D9C"/>
    <w:rsid w:val="00C81044"/>
    <w:rsid w:val="00C9715B"/>
    <w:rsid w:val="00CA4C0F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D3DA8-870A-4D32-85B4-B0FABCF9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2020-07-06T20:11:00Z</dcterms:created>
  <dcterms:modified xsi:type="dcterms:W3CDTF">2020-07-07T17:22:00Z</dcterms:modified>
</cp:coreProperties>
</file>